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887" w:rsidRPr="004370C7" w:rsidRDefault="004F7D5D">
      <w:pPr>
        <w:rPr>
          <w:b/>
        </w:rPr>
      </w:pPr>
      <w:r w:rsidRPr="004370C7">
        <w:rPr>
          <w:b/>
        </w:rPr>
        <w:t>Mike Carpenter bio</w:t>
      </w:r>
    </w:p>
    <w:p w:rsidR="00D74C2D" w:rsidRDefault="0030041D">
      <w:pPr>
        <w:rPr>
          <w:b/>
        </w:rPr>
      </w:pPr>
      <w:r>
        <w:rPr>
          <w:b/>
        </w:rPr>
        <w:t xml:space="preserve">(Original 250 words; current </w:t>
      </w:r>
      <w:r w:rsidR="00354024">
        <w:rPr>
          <w:b/>
        </w:rPr>
        <w:t>306</w:t>
      </w:r>
      <w:r>
        <w:rPr>
          <w:b/>
        </w:rPr>
        <w:t>)</w:t>
      </w:r>
    </w:p>
    <w:p w:rsidR="00AF5808" w:rsidRDefault="00AF5808">
      <w:pPr>
        <w:rPr>
          <w:b/>
        </w:rPr>
      </w:pPr>
    </w:p>
    <w:p w:rsidR="00AF5808" w:rsidRPr="00AF5808" w:rsidRDefault="00AF5808">
      <w:pPr>
        <w:rPr>
          <w:b/>
        </w:rPr>
      </w:pPr>
      <w:r w:rsidRPr="00AF5808">
        <w:rPr>
          <w:b/>
        </w:rPr>
        <w:t>About Mike the Money Man</w:t>
      </w:r>
    </w:p>
    <w:p w:rsidR="00AF5808" w:rsidRDefault="005F034E">
      <w:r>
        <w:t xml:space="preserve">Here’s </w:t>
      </w:r>
      <w:r w:rsidRPr="002050ED">
        <w:rPr>
          <w:strike/>
        </w:rPr>
        <w:t>all</w:t>
      </w:r>
      <w:r>
        <w:t xml:space="preserve"> </w:t>
      </w:r>
      <w:r w:rsidR="002050ED" w:rsidRPr="002050ED">
        <w:rPr>
          <w:color w:val="FF0000"/>
        </w:rPr>
        <w:t xml:space="preserve">what </w:t>
      </w:r>
      <w:r>
        <w:t xml:space="preserve">you need to know about the mortgage industry today: </w:t>
      </w:r>
      <w:r w:rsidR="00AF5808">
        <w:t xml:space="preserve">One large lender </w:t>
      </w:r>
      <w:r>
        <w:t>is promoting</w:t>
      </w:r>
      <w:r w:rsidR="00AF5808">
        <w:t xml:space="preserve"> </w:t>
      </w:r>
      <w:r>
        <w:t>a tool that doesn’t require you to</w:t>
      </w:r>
      <w:r w:rsidR="00AF5808">
        <w:t xml:space="preserve"> interact with a human </w:t>
      </w:r>
      <w:r>
        <w:t>to make one of the biggest financial decisions of your life.</w:t>
      </w:r>
    </w:p>
    <w:p w:rsidR="005F034E" w:rsidRDefault="005F034E"/>
    <w:p w:rsidR="005F034E" w:rsidRDefault="005F034E">
      <w:r>
        <w:t xml:space="preserve">I believe you deserve better. </w:t>
      </w:r>
      <w:r w:rsidR="006B39E8">
        <w:t>And I’</w:t>
      </w:r>
      <w:r w:rsidR="00992DEA">
        <w:t xml:space="preserve">ve spent nearly </w:t>
      </w:r>
      <w:r w:rsidR="006B39E8">
        <w:t xml:space="preserve">20 years providing </w:t>
      </w:r>
      <w:r w:rsidR="00154C5C">
        <w:t>my clients with</w:t>
      </w:r>
      <w:r w:rsidR="00992DEA">
        <w:t xml:space="preserve"> the</w:t>
      </w:r>
      <w:r w:rsidR="00154C5C">
        <w:t xml:space="preserve"> </w:t>
      </w:r>
      <w:r w:rsidR="00992DEA">
        <w:t xml:space="preserve">guidance </w:t>
      </w:r>
      <w:r w:rsidR="00166EC6">
        <w:t xml:space="preserve">they need so they don’t just get a loan — they get the </w:t>
      </w:r>
      <w:r w:rsidR="00166EC6" w:rsidRPr="00166EC6">
        <w:rPr>
          <w:i/>
        </w:rPr>
        <w:t>right</w:t>
      </w:r>
      <w:r w:rsidR="00166EC6">
        <w:t xml:space="preserve"> loan.</w:t>
      </w:r>
    </w:p>
    <w:p w:rsidR="00917A13" w:rsidRDefault="00917A13"/>
    <w:p w:rsidR="00917A13" w:rsidRDefault="001C5369">
      <w:r>
        <w:t>You see, the</w:t>
      </w:r>
      <w:r w:rsidR="00917A13">
        <w:t xml:space="preserve"> mortgage process isn’t quite as </w:t>
      </w:r>
      <w:r w:rsidR="000A0010">
        <w:t>simple as the ads make it seem. It takes knowledge and experience to navigate, particularly in a competitive real-estate market</w:t>
      </w:r>
      <w:r w:rsidR="006669D2">
        <w:t>,</w:t>
      </w:r>
      <w:r w:rsidR="000A0010">
        <w:t xml:space="preserve"> </w:t>
      </w:r>
      <w:r w:rsidR="005D4794">
        <w:t xml:space="preserve">where the right combination of speed and expertise can make </w:t>
      </w:r>
      <w:r w:rsidR="000D63D9">
        <w:t>the difference between a successful offer an</w:t>
      </w:r>
      <w:r w:rsidR="00FB32D1">
        <w:t>d losing out on your dream home</w:t>
      </w:r>
      <w:r w:rsidR="000D63D9">
        <w:t>.</w:t>
      </w:r>
    </w:p>
    <w:p w:rsidR="000D63D9" w:rsidRDefault="000D63D9"/>
    <w:p w:rsidR="006F25A8" w:rsidRDefault="005D4794">
      <w:r>
        <w:t>My clients, many of whom are first-time homebuyers</w:t>
      </w:r>
      <w:r w:rsidR="000B21D5">
        <w:t xml:space="preserve"> or have run into resistance from other lenders</w:t>
      </w:r>
      <w:r>
        <w:t xml:space="preserve">, </w:t>
      </w:r>
      <w:r w:rsidR="004A20E7">
        <w:t>always know where they stand in that</w:t>
      </w:r>
      <w:r w:rsidR="00454BFD">
        <w:t xml:space="preserve"> complex</w:t>
      </w:r>
      <w:r w:rsidR="004A20E7">
        <w:t xml:space="preserve"> process. That’s because I take the time </w:t>
      </w:r>
      <w:r w:rsidR="00095E3B">
        <w:t xml:space="preserve">to </w:t>
      </w:r>
      <w:r w:rsidR="0020727C">
        <w:t xml:space="preserve">explain their options, so they can make an </w:t>
      </w:r>
      <w:r w:rsidR="00D93132">
        <w:t xml:space="preserve">informed, </w:t>
      </w:r>
      <w:r w:rsidR="00DA290B">
        <w:t>confident decisio</w:t>
      </w:r>
      <w:r w:rsidR="00490A94">
        <w:t xml:space="preserve">n. </w:t>
      </w:r>
      <w:r w:rsidR="00FB0703">
        <w:t>And most</w:t>
      </w:r>
      <w:r w:rsidR="0069171E">
        <w:t xml:space="preserve"> of them</w:t>
      </w:r>
      <w:r w:rsidR="00F8561C">
        <w:t>, like the clients below,</w:t>
      </w:r>
      <w:r w:rsidR="006F25A8">
        <w:t xml:space="preserve"> would even say that I’m </w:t>
      </w:r>
      <w:r w:rsidR="0055309E">
        <w:t>an advisor and advocate first, a</w:t>
      </w:r>
      <w:r w:rsidR="006F25A8">
        <w:t xml:space="preserve">nd </w:t>
      </w:r>
      <w:r w:rsidR="007C4911">
        <w:t xml:space="preserve">a </w:t>
      </w:r>
      <w:r w:rsidR="000B21D5">
        <w:t>mortgage professional second.</w:t>
      </w:r>
      <w:r w:rsidR="0055309E">
        <w:t xml:space="preserve"> </w:t>
      </w:r>
    </w:p>
    <w:p w:rsidR="006F25A8" w:rsidRPr="00DD43AA" w:rsidRDefault="006F25A8"/>
    <w:p w:rsidR="0020727C" w:rsidRPr="002050ED" w:rsidRDefault="0020727C">
      <w:pPr>
        <w:rPr>
          <w:b/>
          <w:i/>
          <w:sz w:val="32"/>
          <w:szCs w:val="32"/>
        </w:rPr>
      </w:pPr>
      <w:r w:rsidRPr="006F25A8">
        <w:rPr>
          <w:b/>
          <w:sz w:val="32"/>
          <w:szCs w:val="32"/>
        </w:rPr>
        <w:t>“I felt that Mike really cared for me, rather than seeing the whole process as just another transaction.”</w:t>
      </w:r>
      <w:r w:rsidR="002050ED">
        <w:rPr>
          <w:b/>
          <w:sz w:val="32"/>
          <w:szCs w:val="32"/>
        </w:rPr>
        <w:t xml:space="preserve"> </w:t>
      </w:r>
      <w:r w:rsidR="002050ED" w:rsidRPr="002050ED">
        <w:rPr>
          <w:i/>
          <w:color w:val="FF0000"/>
          <w:sz w:val="32"/>
          <w:szCs w:val="32"/>
        </w:rPr>
        <w:t>Yelp comment</w:t>
      </w:r>
    </w:p>
    <w:p w:rsidR="0020727C" w:rsidRPr="006F25A8" w:rsidRDefault="0020727C">
      <w:pPr>
        <w:rPr>
          <w:b/>
          <w:sz w:val="32"/>
          <w:szCs w:val="32"/>
        </w:rPr>
      </w:pPr>
    </w:p>
    <w:p w:rsidR="0020727C" w:rsidRPr="002050ED" w:rsidRDefault="0020727C">
      <w:pPr>
        <w:rPr>
          <w:b/>
          <w:i/>
          <w:sz w:val="32"/>
          <w:szCs w:val="32"/>
        </w:rPr>
      </w:pPr>
      <w:r w:rsidRPr="006F25A8">
        <w:rPr>
          <w:b/>
          <w:sz w:val="32"/>
          <w:szCs w:val="32"/>
        </w:rPr>
        <w:t>“Mike did a fantastic job of seeing me through the entire process, from ‘newbie’ to homeowner.”</w:t>
      </w:r>
      <w:r w:rsidR="002050ED">
        <w:rPr>
          <w:b/>
          <w:sz w:val="32"/>
          <w:szCs w:val="32"/>
        </w:rPr>
        <w:t xml:space="preserve"> </w:t>
      </w:r>
      <w:r w:rsidR="002050ED" w:rsidRPr="002050ED">
        <w:rPr>
          <w:i/>
          <w:color w:val="FF0000"/>
          <w:sz w:val="32"/>
          <w:szCs w:val="32"/>
        </w:rPr>
        <w:t>Yelp comment</w:t>
      </w:r>
    </w:p>
    <w:p w:rsidR="0020727C" w:rsidRDefault="0020727C"/>
    <w:p w:rsidR="006F25A8" w:rsidRDefault="00E0144F" w:rsidP="006F25A8">
      <w:r>
        <w:t>I</w:t>
      </w:r>
      <w:r w:rsidR="002050ED">
        <w:t xml:space="preserve"> </w:t>
      </w:r>
      <w:r w:rsidRPr="002050ED">
        <w:rPr>
          <w:strike/>
        </w:rPr>
        <w:t>’m still in contact</w:t>
      </w:r>
      <w:r>
        <w:t xml:space="preserve"> </w:t>
      </w:r>
      <w:r w:rsidR="002050ED" w:rsidRPr="002050ED">
        <w:rPr>
          <w:color w:val="FF0000"/>
        </w:rPr>
        <w:t xml:space="preserve">continue to be a resource </w:t>
      </w:r>
      <w:r w:rsidRPr="002050ED">
        <w:rPr>
          <w:strike/>
        </w:rPr>
        <w:t xml:space="preserve">with </w:t>
      </w:r>
      <w:r w:rsidR="00E066A8" w:rsidRPr="002050ED">
        <w:rPr>
          <w:strike/>
        </w:rPr>
        <w:t>a number</w:t>
      </w:r>
      <w:r>
        <w:t xml:space="preserve"> </w:t>
      </w:r>
      <w:r w:rsidR="002050ED" w:rsidRPr="002050ED">
        <w:rPr>
          <w:color w:val="FF0000"/>
        </w:rPr>
        <w:t>for many</w:t>
      </w:r>
      <w:r w:rsidR="002050ED">
        <w:t xml:space="preserve"> </w:t>
      </w:r>
      <w:r>
        <w:t xml:space="preserve">of </w:t>
      </w:r>
      <w:r w:rsidRPr="002050ED">
        <w:rPr>
          <w:strike/>
        </w:rPr>
        <w:t>those</w:t>
      </w:r>
      <w:r>
        <w:t xml:space="preserve"> </w:t>
      </w:r>
      <w:r w:rsidR="002050ED" w:rsidRPr="002050ED">
        <w:rPr>
          <w:color w:val="FF0000"/>
        </w:rPr>
        <w:t>my</w:t>
      </w:r>
      <w:r w:rsidR="002050ED">
        <w:t xml:space="preserve"> </w:t>
      </w:r>
      <w:r w:rsidR="00E066A8">
        <w:t xml:space="preserve">past </w:t>
      </w:r>
      <w:r>
        <w:t xml:space="preserve">clients, often years after they purchased or refinanced their homes. </w:t>
      </w:r>
      <w:r w:rsidR="00E066A8">
        <w:t>They come to m</w:t>
      </w:r>
      <w:r w:rsidR="00815DB1">
        <w:t xml:space="preserve">e </w:t>
      </w:r>
      <w:r w:rsidR="00A977CD">
        <w:t xml:space="preserve">because they know I provide a level </w:t>
      </w:r>
      <w:r w:rsidR="00E066A8">
        <w:t xml:space="preserve">of </w:t>
      </w:r>
      <w:r w:rsidR="004F2831">
        <w:t xml:space="preserve">personal </w:t>
      </w:r>
      <w:r w:rsidR="00E066A8">
        <w:t xml:space="preserve">service </w:t>
      </w:r>
      <w:r w:rsidR="003168D1">
        <w:t>uncommon in</w:t>
      </w:r>
      <w:r w:rsidR="00E066A8">
        <w:t xml:space="preserve"> this industry. They come to me because they know I care. And they come to me because they know I </w:t>
      </w:r>
      <w:r w:rsidR="00EB5D6C">
        <w:t>have the willingness, and the knowledge,</w:t>
      </w:r>
      <w:r w:rsidR="000435C5">
        <w:t> to</w:t>
      </w:r>
      <w:r w:rsidR="00E066A8">
        <w:t xml:space="preserve"> help.</w:t>
      </w:r>
    </w:p>
    <w:p w:rsidR="00E066A8" w:rsidRDefault="00E066A8" w:rsidP="006F25A8"/>
    <w:p w:rsidR="0065680E" w:rsidRDefault="00E066A8">
      <w:r>
        <w:t>I’d love to help you</w:t>
      </w:r>
      <w:r w:rsidR="00EA0AE3">
        <w:t xml:space="preserve"> </w:t>
      </w:r>
      <w:r w:rsidR="00491583">
        <w:t>— whether you’re buying, refinancing or just weighing your options</w:t>
      </w:r>
      <w:r>
        <w:t>. Email me or give me a call today.</w:t>
      </w:r>
    </w:p>
    <w:sectPr w:rsidR="0065680E" w:rsidSect="009877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80E"/>
    <w:rsid w:val="000435C5"/>
    <w:rsid w:val="00095E3B"/>
    <w:rsid w:val="000A0010"/>
    <w:rsid w:val="000B21D5"/>
    <w:rsid w:val="000B6698"/>
    <w:rsid w:val="000D63D9"/>
    <w:rsid w:val="00154C5C"/>
    <w:rsid w:val="00166EC6"/>
    <w:rsid w:val="001869FA"/>
    <w:rsid w:val="001C5369"/>
    <w:rsid w:val="002050ED"/>
    <w:rsid w:val="002057B6"/>
    <w:rsid w:val="0020727C"/>
    <w:rsid w:val="0030041D"/>
    <w:rsid w:val="003168D1"/>
    <w:rsid w:val="00354024"/>
    <w:rsid w:val="003C212E"/>
    <w:rsid w:val="004370C7"/>
    <w:rsid w:val="00454BFD"/>
    <w:rsid w:val="00490A94"/>
    <w:rsid w:val="00491583"/>
    <w:rsid w:val="004A20E7"/>
    <w:rsid w:val="004F2831"/>
    <w:rsid w:val="004F5D43"/>
    <w:rsid w:val="004F7D5D"/>
    <w:rsid w:val="0055309E"/>
    <w:rsid w:val="005D4794"/>
    <w:rsid w:val="005E5BC6"/>
    <w:rsid w:val="005F034E"/>
    <w:rsid w:val="00620188"/>
    <w:rsid w:val="0065680E"/>
    <w:rsid w:val="006669D2"/>
    <w:rsid w:val="0069171E"/>
    <w:rsid w:val="006B39E8"/>
    <w:rsid w:val="006F25A8"/>
    <w:rsid w:val="0076403D"/>
    <w:rsid w:val="00786887"/>
    <w:rsid w:val="007C4911"/>
    <w:rsid w:val="00815DB1"/>
    <w:rsid w:val="00850BCF"/>
    <w:rsid w:val="008C040C"/>
    <w:rsid w:val="00917A13"/>
    <w:rsid w:val="009877C3"/>
    <w:rsid w:val="00992DEA"/>
    <w:rsid w:val="009A014F"/>
    <w:rsid w:val="00A977CD"/>
    <w:rsid w:val="00AC3FD4"/>
    <w:rsid w:val="00AF5808"/>
    <w:rsid w:val="00AF738A"/>
    <w:rsid w:val="00B0528B"/>
    <w:rsid w:val="00BC7DFB"/>
    <w:rsid w:val="00C204C1"/>
    <w:rsid w:val="00D74C2D"/>
    <w:rsid w:val="00D93132"/>
    <w:rsid w:val="00DA290B"/>
    <w:rsid w:val="00DA5B6E"/>
    <w:rsid w:val="00DD43AA"/>
    <w:rsid w:val="00E0144F"/>
    <w:rsid w:val="00E066A8"/>
    <w:rsid w:val="00E657E6"/>
    <w:rsid w:val="00EA0AE3"/>
    <w:rsid w:val="00EB3D25"/>
    <w:rsid w:val="00EB5D6C"/>
    <w:rsid w:val="00EF177E"/>
    <w:rsid w:val="00F43EFC"/>
    <w:rsid w:val="00F8561C"/>
    <w:rsid w:val="00FB0703"/>
    <w:rsid w:val="00FB3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B5792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556D76AE</Template>
  <TotalTime>1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Mason Medical Center</Company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Plaster</dc:creator>
  <cp:keywords/>
  <dc:description/>
  <cp:lastModifiedBy>Jackson, Lisa</cp:lastModifiedBy>
  <cp:revision>2</cp:revision>
  <dcterms:created xsi:type="dcterms:W3CDTF">2016-05-08T17:12:00Z</dcterms:created>
  <dcterms:modified xsi:type="dcterms:W3CDTF">2016-05-08T17:12:00Z</dcterms:modified>
</cp:coreProperties>
</file>